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F2" w:rsidRPr="001B5389" w:rsidRDefault="004327F2" w:rsidP="00CC3714">
      <w:pPr>
        <w:pStyle w:val="Cm"/>
        <w:spacing w:line="360" w:lineRule="exact"/>
        <w:rPr>
          <w:b/>
          <w:bCs/>
          <w:smallCaps/>
          <w:spacing w:val="120"/>
        </w:rPr>
      </w:pPr>
      <w:r w:rsidRPr="001B5389">
        <w:rPr>
          <w:b/>
          <w:bCs/>
          <w:smallCaps/>
          <w:spacing w:val="120"/>
        </w:rPr>
        <w:t>Iskolai állásajánlat adatlap</w:t>
      </w:r>
    </w:p>
    <w:p w:rsidR="004327F2" w:rsidRPr="001B5389" w:rsidRDefault="004327F2" w:rsidP="00CC3714">
      <w:pPr>
        <w:pStyle w:val="Cm"/>
        <w:spacing w:line="320" w:lineRule="exact"/>
        <w:jc w:val="left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560"/>
        <w:gridCol w:w="1417"/>
        <w:gridCol w:w="95"/>
        <w:gridCol w:w="1275"/>
        <w:gridCol w:w="3375"/>
      </w:tblGrid>
      <w:tr w:rsidR="004327F2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Iskola neve:</w:t>
            </w:r>
          </w:p>
        </w:tc>
        <w:tc>
          <w:tcPr>
            <w:tcW w:w="772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27F2" w:rsidRPr="001B5389" w:rsidRDefault="007E1798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Kecskeméti </w:t>
            </w:r>
            <w:bookmarkStart w:id="0" w:name="_GoBack"/>
            <w:bookmarkEnd w:id="0"/>
            <w:r w:rsidR="004327F2">
              <w:rPr>
                <w:b/>
                <w:bCs/>
                <w:sz w:val="23"/>
                <w:szCs w:val="23"/>
              </w:rPr>
              <w:t>Bolyai János Gimnázium</w:t>
            </w:r>
          </w:p>
        </w:tc>
      </w:tr>
      <w:tr w:rsidR="004327F2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4327F2" w:rsidRPr="001B5389" w:rsidTr="000B3B2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Irányító szám:</w:t>
            </w:r>
          </w:p>
        </w:tc>
        <w:tc>
          <w:tcPr>
            <w:tcW w:w="1560" w:type="dxa"/>
            <w:tcBorders>
              <w:right w:val="single" w:sz="8" w:space="0" w:color="auto"/>
            </w:tcBorders>
          </w:tcPr>
          <w:p w:rsidR="004327F2" w:rsidRPr="001B5389" w:rsidRDefault="004327F2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</w:tcBorders>
          </w:tcPr>
          <w:p w:rsidR="004327F2" w:rsidRPr="001B5389" w:rsidRDefault="004327F2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Település:</w:t>
            </w:r>
          </w:p>
        </w:tc>
        <w:tc>
          <w:tcPr>
            <w:tcW w:w="4745" w:type="dxa"/>
            <w:gridSpan w:val="3"/>
            <w:tcBorders>
              <w:left w:val="single" w:sz="8" w:space="0" w:color="auto"/>
            </w:tcBorders>
          </w:tcPr>
          <w:p w:rsidR="004327F2" w:rsidRPr="001B5389" w:rsidRDefault="004327F2" w:rsidP="006623E8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Kecskemét</w:t>
            </w:r>
          </w:p>
        </w:tc>
      </w:tr>
      <w:tr w:rsidR="004327F2" w:rsidRPr="001B5389" w:rsidTr="00AD4D72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0B3B2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Utca, házszám: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327F2" w:rsidRPr="001B5389" w:rsidRDefault="004327F2" w:rsidP="00AD4D72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Irinyi u. 49.</w:t>
            </w:r>
          </w:p>
        </w:tc>
      </w:tr>
      <w:tr w:rsidR="004327F2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Ügyintéző: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327F2" w:rsidRPr="001B5389" w:rsidRDefault="004327F2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Dr. </w:t>
            </w:r>
            <w:proofErr w:type="spellStart"/>
            <w:r>
              <w:rPr>
                <w:b/>
                <w:bCs/>
                <w:sz w:val="23"/>
                <w:szCs w:val="23"/>
              </w:rPr>
              <w:t>Főzőné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Timár Éva</w:t>
            </w:r>
          </w:p>
        </w:tc>
      </w:tr>
      <w:tr w:rsidR="004327F2" w:rsidRPr="001B5389" w:rsidTr="00EE6DA3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E-mail címe:</w:t>
            </w:r>
          </w:p>
        </w:tc>
        <w:tc>
          <w:tcPr>
            <w:tcW w:w="3072" w:type="dxa"/>
            <w:gridSpan w:val="3"/>
            <w:tcBorders>
              <w:right w:val="single" w:sz="8" w:space="0" w:color="auto"/>
            </w:tcBorders>
          </w:tcPr>
          <w:p w:rsidR="004327F2" w:rsidRPr="001B5389" w:rsidRDefault="004327F2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fozone8@gmail.com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</w:tcBorders>
          </w:tcPr>
          <w:p w:rsidR="004327F2" w:rsidRPr="001B5389" w:rsidRDefault="004327F2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Tel/ fax:</w:t>
            </w:r>
          </w:p>
        </w:tc>
        <w:tc>
          <w:tcPr>
            <w:tcW w:w="3375" w:type="dxa"/>
            <w:tcBorders>
              <w:left w:val="single" w:sz="8" w:space="0" w:color="auto"/>
            </w:tcBorders>
          </w:tcPr>
          <w:p w:rsidR="004327F2" w:rsidRPr="001B5389" w:rsidRDefault="007E1798" w:rsidP="00EE6DA3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30/3579381</w:t>
            </w:r>
          </w:p>
        </w:tc>
      </w:tr>
      <w:tr w:rsidR="004327F2" w:rsidRPr="001B5389" w:rsidTr="009D7338">
        <w:trPr>
          <w:trHeight w:hRule="exact" w:val="284"/>
        </w:trPr>
        <w:tc>
          <w:tcPr>
            <w:tcW w:w="9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</w:p>
        </w:tc>
      </w:tr>
      <w:tr w:rsidR="004327F2" w:rsidRPr="001B5389" w:rsidTr="009D7338">
        <w:trPr>
          <w:trHeight w:hRule="exact" w:val="851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Hirdetett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állás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1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327F2" w:rsidRPr="001B5389" w:rsidRDefault="001D2264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Ének</w:t>
            </w:r>
          </w:p>
        </w:tc>
      </w:tr>
      <w:tr w:rsidR="004327F2" w:rsidRPr="001B5389" w:rsidTr="009D7338">
        <w:trPr>
          <w:trHeight w:val="1013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 xml:space="preserve">Foglalkoztatás </w:t>
            </w:r>
            <w:proofErr w:type="gramStart"/>
            <w:r w:rsidRPr="001B5389">
              <w:rPr>
                <w:b/>
                <w:bCs/>
                <w:sz w:val="23"/>
                <w:szCs w:val="23"/>
              </w:rPr>
              <w:t>módja</w:t>
            </w:r>
            <w:r w:rsidRPr="001B5389">
              <w:rPr>
                <w:rStyle w:val="Lbjegyzet-hivatkozs"/>
                <w:b/>
                <w:bCs/>
                <w:sz w:val="23"/>
                <w:szCs w:val="23"/>
              </w:rPr>
              <w:footnoteReference w:id="2"/>
            </w:r>
            <w:r w:rsidRPr="001B5389">
              <w:rPr>
                <w:b/>
                <w:bCs/>
                <w:sz w:val="23"/>
                <w:szCs w:val="23"/>
              </w:rPr>
              <w:t>:</w:t>
            </w:r>
            <w:proofErr w:type="gramEnd"/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327F2" w:rsidRPr="001B5389" w:rsidRDefault="001D2264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 </w:t>
            </w:r>
            <w:r w:rsidR="004327F2">
              <w:rPr>
                <w:b/>
                <w:bCs/>
                <w:sz w:val="23"/>
                <w:szCs w:val="23"/>
              </w:rPr>
              <w:t>tanévre szóló határozott idejű kinevezés</w:t>
            </w:r>
          </w:p>
        </w:tc>
      </w:tr>
      <w:tr w:rsidR="004327F2" w:rsidRPr="001B5389" w:rsidTr="009D7338">
        <w:trPr>
          <w:trHeight w:val="1012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5E29A5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 w:rsidRPr="001B5389">
              <w:rPr>
                <w:b/>
                <w:bCs/>
                <w:sz w:val="23"/>
                <w:szCs w:val="23"/>
              </w:rPr>
              <w:t>Pályázat leadásának határideje:</w:t>
            </w:r>
          </w:p>
        </w:tc>
        <w:tc>
          <w:tcPr>
            <w:tcW w:w="7722" w:type="dxa"/>
            <w:gridSpan w:val="5"/>
            <w:tcBorders>
              <w:left w:val="single" w:sz="8" w:space="0" w:color="auto"/>
            </w:tcBorders>
          </w:tcPr>
          <w:p w:rsidR="004327F2" w:rsidRPr="001B5389" w:rsidRDefault="004327F2" w:rsidP="001D2264">
            <w:pPr>
              <w:pStyle w:val="Cm"/>
              <w:jc w:val="lef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201</w:t>
            </w:r>
            <w:r w:rsidR="001D2264">
              <w:rPr>
                <w:b/>
                <w:bCs/>
                <w:sz w:val="23"/>
                <w:szCs w:val="23"/>
              </w:rPr>
              <w:t>3</w:t>
            </w:r>
            <w:r>
              <w:rPr>
                <w:b/>
                <w:bCs/>
                <w:sz w:val="23"/>
                <w:szCs w:val="23"/>
              </w:rPr>
              <w:t>. 0</w:t>
            </w:r>
            <w:r w:rsidR="001D2264">
              <w:rPr>
                <w:b/>
                <w:bCs/>
                <w:sz w:val="23"/>
                <w:szCs w:val="23"/>
              </w:rPr>
              <w:t>8</w:t>
            </w:r>
            <w:r>
              <w:rPr>
                <w:b/>
                <w:bCs/>
                <w:sz w:val="23"/>
                <w:szCs w:val="23"/>
              </w:rPr>
              <w:t xml:space="preserve">. </w:t>
            </w:r>
            <w:r w:rsidR="001D2264">
              <w:rPr>
                <w:b/>
                <w:bCs/>
                <w:sz w:val="23"/>
                <w:szCs w:val="23"/>
              </w:rPr>
              <w:t>01</w:t>
            </w:r>
            <w:r>
              <w:rPr>
                <w:b/>
                <w:bCs/>
                <w:sz w:val="23"/>
                <w:szCs w:val="23"/>
              </w:rPr>
              <w:t>.</w:t>
            </w:r>
          </w:p>
        </w:tc>
      </w:tr>
    </w:tbl>
    <w:p w:rsidR="004327F2" w:rsidRPr="001B5389" w:rsidRDefault="004327F2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4327F2" w:rsidRPr="001B5389" w:rsidRDefault="004327F2" w:rsidP="00F051CF">
      <w:pPr>
        <w:pStyle w:val="Cm"/>
        <w:spacing w:line="320" w:lineRule="exact"/>
        <w:ind w:right="423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Szükséges végzettség:</w:t>
      </w:r>
      <w:r w:rsidRPr="001B5389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>X</w:t>
      </w:r>
      <w:r w:rsidRPr="001B5389">
        <w:rPr>
          <w:b/>
          <w:bCs/>
          <w:sz w:val="23"/>
          <w:szCs w:val="23"/>
        </w:rPr>
        <w:t xml:space="preserve"> </w:t>
      </w:r>
      <w:r w:rsidRPr="0060123A">
        <w:rPr>
          <w:b/>
          <w:sz w:val="23"/>
          <w:szCs w:val="23"/>
          <w:u w:val="single"/>
        </w:rPr>
        <w:t>egyetemi</w:t>
      </w:r>
      <w:r w:rsidRPr="001B5389">
        <w:rPr>
          <w:sz w:val="23"/>
          <w:szCs w:val="23"/>
        </w:rPr>
        <w:t>/mester diploma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főiskolai</w:t>
      </w:r>
      <w:r w:rsidRPr="001B5389">
        <w:rPr>
          <w:sz w:val="23"/>
          <w:szCs w:val="23"/>
        </w:rPr>
        <w:tab/>
      </w:r>
    </w:p>
    <w:p w:rsidR="004327F2" w:rsidRPr="001B5389" w:rsidRDefault="004327F2" w:rsidP="0063188F">
      <w:pPr>
        <w:pStyle w:val="Cm"/>
        <w:jc w:val="left"/>
        <w:rPr>
          <w:b/>
          <w:bCs/>
          <w:spacing w:val="120"/>
          <w:sz w:val="18"/>
          <w:szCs w:val="18"/>
        </w:rPr>
      </w:pPr>
    </w:p>
    <w:p w:rsidR="004327F2" w:rsidRPr="001B5389" w:rsidRDefault="004327F2" w:rsidP="0063188F">
      <w:pPr>
        <w:pStyle w:val="Cm"/>
        <w:tabs>
          <w:tab w:val="left" w:pos="1701"/>
          <w:tab w:val="left" w:pos="4820"/>
        </w:tabs>
        <w:spacing w:line="320" w:lineRule="exact"/>
        <w:jc w:val="left"/>
        <w:rPr>
          <w:sz w:val="23"/>
          <w:szCs w:val="23"/>
        </w:rPr>
      </w:pPr>
      <w:r w:rsidRPr="001B5389">
        <w:rPr>
          <w:b/>
          <w:bCs/>
          <w:sz w:val="23"/>
          <w:szCs w:val="23"/>
        </w:rPr>
        <w:t>Egyéb juttatások:</w:t>
      </w:r>
      <w:r w:rsidRPr="001B5389">
        <w:rPr>
          <w:sz w:val="23"/>
          <w:szCs w:val="23"/>
        </w:rPr>
        <w:tab/>
      </w:r>
    </w:p>
    <w:p w:rsidR="004327F2" w:rsidRPr="001B5389" w:rsidRDefault="004327F2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lakás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étkezési hozzájárulás</w:t>
      </w:r>
    </w:p>
    <w:p w:rsidR="004327F2" w:rsidRPr="001B5389" w:rsidRDefault="004327F2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szolgálati</w:t>
      </w:r>
      <w:proofErr w:type="gramEnd"/>
      <w:r w:rsidRPr="001B5389">
        <w:rPr>
          <w:sz w:val="23"/>
          <w:szCs w:val="23"/>
        </w:rPr>
        <w:t xml:space="preserve"> férőhely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utazási támogatás</w:t>
      </w:r>
    </w:p>
    <w:p w:rsidR="004327F2" w:rsidRPr="001B5389" w:rsidRDefault="004327F2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</w:t>
      </w:r>
      <w:proofErr w:type="gramStart"/>
      <w:r w:rsidRPr="001B5389">
        <w:rPr>
          <w:sz w:val="23"/>
          <w:szCs w:val="23"/>
        </w:rPr>
        <w:t>albérleti</w:t>
      </w:r>
      <w:proofErr w:type="gramEnd"/>
      <w:r w:rsidRPr="001B5389">
        <w:rPr>
          <w:sz w:val="23"/>
          <w:szCs w:val="23"/>
        </w:rPr>
        <w:t xml:space="preserve"> hozzájárulás</w:t>
      </w:r>
      <w:r w:rsidRPr="001B5389">
        <w:rPr>
          <w:sz w:val="23"/>
          <w:szCs w:val="23"/>
        </w:rPr>
        <w:tab/>
      </w:r>
      <w:r w:rsidRPr="001B5389">
        <w:rPr>
          <w:sz w:val="23"/>
          <w:szCs w:val="22"/>
        </w:rPr>
        <w:sym w:font="Wingdings" w:char="F072"/>
      </w:r>
      <w:r w:rsidRPr="001B5389">
        <w:rPr>
          <w:sz w:val="23"/>
          <w:szCs w:val="23"/>
        </w:rPr>
        <w:t xml:space="preserve"> egyéb támogatás: ____________________________</w:t>
      </w:r>
    </w:p>
    <w:p w:rsidR="004327F2" w:rsidRPr="001B5389" w:rsidRDefault="004327F2" w:rsidP="0063188F">
      <w:pPr>
        <w:pStyle w:val="Cm"/>
        <w:tabs>
          <w:tab w:val="left" w:pos="993"/>
          <w:tab w:val="left" w:pos="4111"/>
        </w:tabs>
        <w:spacing w:line="320" w:lineRule="exact"/>
        <w:jc w:val="lef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636"/>
      </w:tblGrid>
      <w:tr w:rsidR="004327F2" w:rsidRPr="001B5389" w:rsidTr="000C3EF2">
        <w:trPr>
          <w:trHeight w:hRule="exact" w:val="1439"/>
        </w:trPr>
        <w:tc>
          <w:tcPr>
            <w:tcW w:w="177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27F2" w:rsidRPr="001B5389" w:rsidRDefault="004327F2" w:rsidP="005E29A5">
            <w:pPr>
              <w:pStyle w:val="Cm"/>
              <w:spacing w:line="320" w:lineRule="exact"/>
              <w:jc w:val="left"/>
              <w:rPr>
                <w:b/>
                <w:bCs/>
                <w:sz w:val="24"/>
                <w:szCs w:val="24"/>
              </w:rPr>
            </w:pPr>
            <w:proofErr w:type="gramStart"/>
            <w:r w:rsidRPr="001B5389">
              <w:rPr>
                <w:b/>
                <w:bCs/>
                <w:sz w:val="24"/>
                <w:szCs w:val="24"/>
              </w:rPr>
              <w:t>Megjegyzés</w:t>
            </w:r>
            <w:r w:rsidRPr="001B5389">
              <w:rPr>
                <w:rStyle w:val="Lbjegyzet-hivatkozs"/>
                <w:b/>
                <w:bCs/>
                <w:sz w:val="24"/>
                <w:szCs w:val="24"/>
              </w:rPr>
              <w:footnoteReference w:id="3"/>
            </w:r>
            <w:r w:rsidRPr="001B5389">
              <w:rPr>
                <w:b/>
                <w:bCs/>
                <w:sz w:val="24"/>
                <w:szCs w:val="24"/>
              </w:rPr>
              <w:t>:</w:t>
            </w:r>
            <w:proofErr w:type="gramEnd"/>
          </w:p>
        </w:tc>
        <w:tc>
          <w:tcPr>
            <w:tcW w:w="7636" w:type="dxa"/>
            <w:tcBorders>
              <w:left w:val="single" w:sz="8" w:space="0" w:color="auto"/>
            </w:tcBorders>
          </w:tcPr>
          <w:p w:rsidR="004327F2" w:rsidRPr="001B5389" w:rsidRDefault="004327F2" w:rsidP="004322E1">
            <w:pPr>
              <w:rPr>
                <w:rFonts w:ascii="Times New Roman" w:hAnsi="Times New Roman"/>
              </w:rPr>
            </w:pPr>
          </w:p>
          <w:p w:rsidR="004327F2" w:rsidRPr="001B5389" w:rsidRDefault="004327F2" w:rsidP="004322E1">
            <w:pPr>
              <w:rPr>
                <w:rFonts w:ascii="Times New Roman" w:hAnsi="Times New Roman"/>
              </w:rPr>
            </w:pPr>
          </w:p>
        </w:tc>
      </w:tr>
    </w:tbl>
    <w:p w:rsidR="004327F2" w:rsidRPr="000B3B22" w:rsidRDefault="004327F2" w:rsidP="00F051CF">
      <w:pPr>
        <w:tabs>
          <w:tab w:val="left" w:pos="6360"/>
        </w:tabs>
        <w:jc w:val="right"/>
        <w:rPr>
          <w:rFonts w:ascii="Calibri" w:hAnsi="Calibri"/>
        </w:rPr>
      </w:pPr>
    </w:p>
    <w:sectPr w:rsidR="004327F2" w:rsidRPr="000B3B22" w:rsidSect="001B5389">
      <w:footerReference w:type="default" r:id="rId8"/>
      <w:pgSz w:w="11906" w:h="16838"/>
      <w:pgMar w:top="1135" w:right="851" w:bottom="1276" w:left="1134" w:header="568" w:footer="16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F2" w:rsidRDefault="004327F2">
      <w:r>
        <w:separator/>
      </w:r>
    </w:p>
  </w:endnote>
  <w:endnote w:type="continuationSeparator" w:id="0">
    <w:p w:rsidR="004327F2" w:rsidRDefault="0043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F2" w:rsidRDefault="001D2264">
    <w:pPr>
      <w:pStyle w:val="llb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2479040</wp:posOffset>
              </wp:positionH>
              <wp:positionV relativeFrom="paragraph">
                <wp:posOffset>146050</wp:posOffset>
              </wp:positionV>
              <wp:extent cx="3792855" cy="685800"/>
              <wp:effectExtent l="2540" t="317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285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27F2" w:rsidRPr="001B5389" w:rsidRDefault="004327F2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3515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Miskolc-Egyetemváros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, </w:t>
                          </w:r>
                          <w:proofErr w:type="gram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A</w:t>
                          </w:r>
                          <w:proofErr w:type="gram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/1 </w:t>
                          </w:r>
                          <w:proofErr w:type="spellStart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mfsz</w:t>
                          </w:r>
                          <w:proofErr w:type="spellEnd"/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. 7.</w:t>
                          </w:r>
                        </w:p>
                        <w:p w:rsidR="004327F2" w:rsidRPr="001B5389" w:rsidRDefault="004327F2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Telefon: (46) 565-111/11-34</w:t>
                          </w: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ab/>
                            <w:t>Fax: (46) 364-878</w:t>
                          </w:r>
                        </w:p>
                        <w:p w:rsidR="004327F2" w:rsidRPr="001B5389" w:rsidRDefault="004327F2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 xml:space="preserve">E-mail: </w:t>
                          </w:r>
                          <w:hyperlink r:id="rId1" w:history="1">
                            <w:r w:rsidRPr="001B5389">
                              <w:rPr>
                                <w:rStyle w:val="Hiperhivatkozs"/>
                                <w:rFonts w:ascii="Times New Roman" w:hAnsi="Times New Roman"/>
                                <w:sz w:val="20"/>
                              </w:rPr>
                              <w:t>diakiroda@uni-miskolc.hu</w:t>
                            </w:r>
                          </w:hyperlink>
                        </w:p>
                        <w:p w:rsidR="004327F2" w:rsidRPr="001B5389" w:rsidRDefault="004327F2" w:rsidP="00FD228B">
                          <w:pPr>
                            <w:jc w:val="right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 w:rsidRPr="001B5389">
                            <w:rPr>
                              <w:rFonts w:ascii="Times New Roman" w:hAnsi="Times New Roman"/>
                              <w:sz w:val="20"/>
                            </w:rPr>
                            <w:t>Web: uni-miskolc.hu/diakiroda, alumni.uni-miskolc.hu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5.2pt;margin-top:11.5pt;width:298.6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8gtwIAALk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" filled="f" stroked="f">
              <v:textbox>
                <w:txbxContent>
                  <w:p w:rsidR="004327F2" w:rsidRPr="001B5389" w:rsidRDefault="004327F2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3515 Miskolc-Egyetemváros, A/1 mfsz. 7.</w:t>
                    </w:r>
                  </w:p>
                  <w:p w:rsidR="004327F2" w:rsidRPr="001B5389" w:rsidRDefault="004327F2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Telefon: (46) 565-111/11-34</w:t>
                    </w:r>
                    <w:r w:rsidRPr="001B5389">
                      <w:rPr>
                        <w:rFonts w:ascii="Times New Roman" w:hAnsi="Times New Roman"/>
                        <w:sz w:val="20"/>
                      </w:rPr>
                      <w:tab/>
                      <w:t>Fax: (46) 364-878</w:t>
                    </w:r>
                  </w:p>
                  <w:p w:rsidR="004327F2" w:rsidRPr="001B5389" w:rsidRDefault="004327F2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 xml:space="preserve">E-mail: </w:t>
                    </w:r>
                    <w:hyperlink r:id="rId2" w:history="1">
                      <w:r w:rsidRPr="001B5389">
                        <w:rPr>
                          <w:rStyle w:val="Hiperhivatkozs"/>
                          <w:rFonts w:ascii="Times New Roman" w:hAnsi="Times New Roman"/>
                          <w:sz w:val="20"/>
                        </w:rPr>
                        <w:t>diakiroda@uni-miskolc.hu</w:t>
                      </w:r>
                    </w:hyperlink>
                  </w:p>
                  <w:p w:rsidR="004327F2" w:rsidRPr="001B5389" w:rsidRDefault="004327F2" w:rsidP="00FD228B">
                    <w:pPr>
                      <w:jc w:val="right"/>
                      <w:rPr>
                        <w:rFonts w:ascii="Times New Roman" w:hAnsi="Times New Roman"/>
                        <w:sz w:val="20"/>
                      </w:rPr>
                    </w:pPr>
                    <w:r w:rsidRPr="001B5389">
                      <w:rPr>
                        <w:rFonts w:ascii="Times New Roman" w:hAnsi="Times New Roman"/>
                        <w:sz w:val="20"/>
                      </w:rPr>
                      <w:t>Web: uni-miskolc.hu/diakiroda, alumni.uni-miskolc.hu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1296670</wp:posOffset>
              </wp:positionH>
              <wp:positionV relativeFrom="paragraph">
                <wp:posOffset>55245</wp:posOffset>
              </wp:positionV>
              <wp:extent cx="4902200" cy="482600"/>
              <wp:effectExtent l="1270" t="0" r="190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0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27F2" w:rsidRPr="00E67041" w:rsidRDefault="004327F2" w:rsidP="00E6704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102.1pt;margin-top:4.35pt;width:386pt;height:3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3EtQIAAMA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" o:allowincell="f" filled="f" stroked="f">
              <v:textbox>
                <w:txbxContent>
                  <w:p w:rsidR="004327F2" w:rsidRPr="00E67041" w:rsidRDefault="004327F2" w:rsidP="00E6704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F2" w:rsidRDefault="004327F2">
      <w:r>
        <w:separator/>
      </w:r>
    </w:p>
  </w:footnote>
  <w:footnote w:type="continuationSeparator" w:id="0">
    <w:p w:rsidR="004327F2" w:rsidRDefault="004327F2">
      <w:r>
        <w:continuationSeparator/>
      </w:r>
    </w:p>
  </w:footnote>
  <w:footnote w:id="1">
    <w:p w:rsidR="004327F2" w:rsidRDefault="004327F2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</w:t>
      </w:r>
      <w:proofErr w:type="gramEnd"/>
      <w:r w:rsidRPr="001B5389">
        <w:rPr>
          <w:rFonts w:ascii="Times New Roman" w:hAnsi="Times New Roman"/>
        </w:rPr>
        <w:t xml:space="preserve"> szakos (pl. fizika) vagy  kétszakos (pl. fizika-kémia vagy fizika-bármely)</w:t>
      </w:r>
    </w:p>
  </w:footnote>
  <w:footnote w:id="2">
    <w:p w:rsidR="004327F2" w:rsidRDefault="004327F2">
      <w:pPr>
        <w:pStyle w:val="Lbjegyzetszveg"/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határozott</w:t>
      </w:r>
      <w:proofErr w:type="gramEnd"/>
      <w:r w:rsidRPr="001B5389">
        <w:rPr>
          <w:rFonts w:ascii="Times New Roman" w:hAnsi="Times New Roman"/>
        </w:rPr>
        <w:t xml:space="preserve"> vagy határozatlan idejű, részmunkaidős vagy óraadó, gyakornok   stb.</w:t>
      </w:r>
    </w:p>
  </w:footnote>
  <w:footnote w:id="3">
    <w:p w:rsidR="004327F2" w:rsidRDefault="004327F2">
      <w:pPr>
        <w:pStyle w:val="Lbjegyzetszveg"/>
        <w:rPr>
          <w:rFonts w:ascii="Times New Roman" w:hAnsi="Times New Roman"/>
        </w:rPr>
      </w:pPr>
      <w:r w:rsidRPr="001B5389">
        <w:rPr>
          <w:rStyle w:val="Lbjegyzet-hivatkozs"/>
          <w:rFonts w:ascii="Times New Roman" w:hAnsi="Times New Roman"/>
        </w:rPr>
        <w:footnoteRef/>
      </w:r>
      <w:r w:rsidRPr="001B5389">
        <w:rPr>
          <w:rFonts w:ascii="Times New Roman" w:hAnsi="Times New Roman"/>
        </w:rPr>
        <w:t xml:space="preserve"> </w:t>
      </w:r>
      <w:proofErr w:type="gramStart"/>
      <w:r w:rsidRPr="001B5389">
        <w:rPr>
          <w:rFonts w:ascii="Times New Roman" w:hAnsi="Times New Roman"/>
        </w:rPr>
        <w:t>egyéb</w:t>
      </w:r>
      <w:proofErr w:type="gramEnd"/>
      <w:r w:rsidRPr="001B5389">
        <w:rPr>
          <w:rFonts w:ascii="Times New Roman" w:hAnsi="Times New Roman"/>
        </w:rPr>
        <w:t xml:space="preserve"> elvárások, előny vagy minimális gyakorlati idő stb.</w:t>
      </w:r>
    </w:p>
    <w:p w:rsidR="004327F2" w:rsidRDefault="004327F2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00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EE1AD0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C3D1879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68D76B0"/>
    <w:multiLevelType w:val="hybridMultilevel"/>
    <w:tmpl w:val="0FF8150E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6C9552A"/>
    <w:multiLevelType w:val="hybridMultilevel"/>
    <w:tmpl w:val="EDB83E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914367"/>
    <w:multiLevelType w:val="hybridMultilevel"/>
    <w:tmpl w:val="8F6CB6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209BE"/>
    <w:multiLevelType w:val="hybridMultilevel"/>
    <w:tmpl w:val="DC16DEE8"/>
    <w:lvl w:ilvl="0" w:tplc="040E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7">
    <w:nsid w:val="60905278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1C859ED"/>
    <w:multiLevelType w:val="singleLevel"/>
    <w:tmpl w:val="F7D2EA8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83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00"/>
    <w:rsid w:val="00000044"/>
    <w:rsid w:val="00046940"/>
    <w:rsid w:val="00061AF3"/>
    <w:rsid w:val="000668BA"/>
    <w:rsid w:val="00066EBC"/>
    <w:rsid w:val="00081E69"/>
    <w:rsid w:val="00093B9D"/>
    <w:rsid w:val="000B3B22"/>
    <w:rsid w:val="000C3EF2"/>
    <w:rsid w:val="000C7C05"/>
    <w:rsid w:val="000E216C"/>
    <w:rsid w:val="000E67A5"/>
    <w:rsid w:val="000F2877"/>
    <w:rsid w:val="000F4BDD"/>
    <w:rsid w:val="00180EBA"/>
    <w:rsid w:val="001B5389"/>
    <w:rsid w:val="001C14DD"/>
    <w:rsid w:val="001D2264"/>
    <w:rsid w:val="001F4C67"/>
    <w:rsid w:val="00240B22"/>
    <w:rsid w:val="002730EC"/>
    <w:rsid w:val="002A12FE"/>
    <w:rsid w:val="002A3FF4"/>
    <w:rsid w:val="002B4B0A"/>
    <w:rsid w:val="002C49D6"/>
    <w:rsid w:val="002D2B7A"/>
    <w:rsid w:val="002D3060"/>
    <w:rsid w:val="00304B10"/>
    <w:rsid w:val="00317564"/>
    <w:rsid w:val="0032797C"/>
    <w:rsid w:val="00335C96"/>
    <w:rsid w:val="0033605F"/>
    <w:rsid w:val="003435A8"/>
    <w:rsid w:val="00352599"/>
    <w:rsid w:val="003527C4"/>
    <w:rsid w:val="00360BF9"/>
    <w:rsid w:val="00393F3C"/>
    <w:rsid w:val="003C245D"/>
    <w:rsid w:val="003E2608"/>
    <w:rsid w:val="00424FBD"/>
    <w:rsid w:val="004322E1"/>
    <w:rsid w:val="004327F2"/>
    <w:rsid w:val="00432C12"/>
    <w:rsid w:val="00441AD1"/>
    <w:rsid w:val="00447AFA"/>
    <w:rsid w:val="0045544E"/>
    <w:rsid w:val="00480416"/>
    <w:rsid w:val="004D2CCC"/>
    <w:rsid w:val="004D620E"/>
    <w:rsid w:val="004E5727"/>
    <w:rsid w:val="005453C3"/>
    <w:rsid w:val="00557708"/>
    <w:rsid w:val="0058316E"/>
    <w:rsid w:val="00586E3C"/>
    <w:rsid w:val="005B1138"/>
    <w:rsid w:val="005E29A5"/>
    <w:rsid w:val="005E54B3"/>
    <w:rsid w:val="0060123A"/>
    <w:rsid w:val="0061315F"/>
    <w:rsid w:val="00615C45"/>
    <w:rsid w:val="006314FE"/>
    <w:rsid w:val="0063188F"/>
    <w:rsid w:val="00632DD1"/>
    <w:rsid w:val="006623E8"/>
    <w:rsid w:val="006B110A"/>
    <w:rsid w:val="006B5508"/>
    <w:rsid w:val="006F73C9"/>
    <w:rsid w:val="00704D0A"/>
    <w:rsid w:val="007105BA"/>
    <w:rsid w:val="007612A1"/>
    <w:rsid w:val="007B7796"/>
    <w:rsid w:val="007D2AD8"/>
    <w:rsid w:val="007D2CEC"/>
    <w:rsid w:val="007E1798"/>
    <w:rsid w:val="0082348E"/>
    <w:rsid w:val="008242FC"/>
    <w:rsid w:val="0087416E"/>
    <w:rsid w:val="00891A08"/>
    <w:rsid w:val="008A5120"/>
    <w:rsid w:val="008B5039"/>
    <w:rsid w:val="008F51F4"/>
    <w:rsid w:val="00915AF2"/>
    <w:rsid w:val="009238A9"/>
    <w:rsid w:val="009541F8"/>
    <w:rsid w:val="00976D61"/>
    <w:rsid w:val="0098107E"/>
    <w:rsid w:val="0099282D"/>
    <w:rsid w:val="009A1CF3"/>
    <w:rsid w:val="009B0578"/>
    <w:rsid w:val="009D2852"/>
    <w:rsid w:val="009D7338"/>
    <w:rsid w:val="009F3941"/>
    <w:rsid w:val="00A07589"/>
    <w:rsid w:val="00A2459F"/>
    <w:rsid w:val="00A418F8"/>
    <w:rsid w:val="00A42BAB"/>
    <w:rsid w:val="00A9356F"/>
    <w:rsid w:val="00A97704"/>
    <w:rsid w:val="00AD39CE"/>
    <w:rsid w:val="00AD4D72"/>
    <w:rsid w:val="00AE2354"/>
    <w:rsid w:val="00AE48EF"/>
    <w:rsid w:val="00B016F5"/>
    <w:rsid w:val="00B27847"/>
    <w:rsid w:val="00B30EAD"/>
    <w:rsid w:val="00B40AAD"/>
    <w:rsid w:val="00B47CC5"/>
    <w:rsid w:val="00B56A28"/>
    <w:rsid w:val="00B857C9"/>
    <w:rsid w:val="00BA3475"/>
    <w:rsid w:val="00BC44C1"/>
    <w:rsid w:val="00BD1971"/>
    <w:rsid w:val="00BD1E7E"/>
    <w:rsid w:val="00BF18EE"/>
    <w:rsid w:val="00C40226"/>
    <w:rsid w:val="00CC3714"/>
    <w:rsid w:val="00CD2B24"/>
    <w:rsid w:val="00CD3DF9"/>
    <w:rsid w:val="00CD3ED4"/>
    <w:rsid w:val="00CF79DC"/>
    <w:rsid w:val="00D01D34"/>
    <w:rsid w:val="00D01FF1"/>
    <w:rsid w:val="00D127E1"/>
    <w:rsid w:val="00D2752C"/>
    <w:rsid w:val="00D50C14"/>
    <w:rsid w:val="00D6405E"/>
    <w:rsid w:val="00D70BB4"/>
    <w:rsid w:val="00D73F74"/>
    <w:rsid w:val="00DC5C00"/>
    <w:rsid w:val="00DC6EA9"/>
    <w:rsid w:val="00DC766B"/>
    <w:rsid w:val="00DD0F05"/>
    <w:rsid w:val="00DF395A"/>
    <w:rsid w:val="00DF5BE6"/>
    <w:rsid w:val="00DF7A74"/>
    <w:rsid w:val="00E23472"/>
    <w:rsid w:val="00E2522E"/>
    <w:rsid w:val="00E30553"/>
    <w:rsid w:val="00E5625A"/>
    <w:rsid w:val="00E67041"/>
    <w:rsid w:val="00E671DA"/>
    <w:rsid w:val="00E72A69"/>
    <w:rsid w:val="00E85A1D"/>
    <w:rsid w:val="00EB4E20"/>
    <w:rsid w:val="00EC4542"/>
    <w:rsid w:val="00EC7B7E"/>
    <w:rsid w:val="00ED7965"/>
    <w:rsid w:val="00EE6DA3"/>
    <w:rsid w:val="00F051CF"/>
    <w:rsid w:val="00F40699"/>
    <w:rsid w:val="00F64091"/>
    <w:rsid w:val="00F81539"/>
    <w:rsid w:val="00FA0F00"/>
    <w:rsid w:val="00FA4CED"/>
    <w:rsid w:val="00FD228B"/>
    <w:rsid w:val="00FD6AE7"/>
    <w:rsid w:val="00FE1261"/>
    <w:rsid w:val="00F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B416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B4167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B4167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B4167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167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7B4167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7B416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DD1"/>
    <w:rPr>
      <w:rFonts w:ascii="Times" w:hAnsi="Times"/>
      <w:sz w:val="24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6F73C9"/>
    <w:pPr>
      <w:keepNext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B416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B4167"/>
    <w:rPr>
      <w:rFonts w:ascii="Times" w:hAnsi="Times"/>
      <w:sz w:val="24"/>
      <w:szCs w:val="20"/>
    </w:rPr>
  </w:style>
  <w:style w:type="paragraph" w:styleId="llb">
    <w:name w:val="footer"/>
    <w:basedOn w:val="Norml"/>
    <w:link w:val="llbChar"/>
    <w:uiPriority w:val="99"/>
    <w:rsid w:val="006F73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B4167"/>
    <w:rPr>
      <w:rFonts w:ascii="Times" w:hAnsi="Times"/>
      <w:sz w:val="24"/>
      <w:szCs w:val="20"/>
    </w:rPr>
  </w:style>
  <w:style w:type="paragraph" w:styleId="Szvegtrzs">
    <w:name w:val="Body Text"/>
    <w:basedOn w:val="Norml"/>
    <w:link w:val="SzvegtrzsChar"/>
    <w:uiPriority w:val="99"/>
    <w:rsid w:val="006F73C9"/>
    <w:pPr>
      <w:spacing w:before="240"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B4167"/>
    <w:rPr>
      <w:rFonts w:ascii="Times" w:hAnsi="Times"/>
      <w:sz w:val="24"/>
      <w:szCs w:val="20"/>
    </w:rPr>
  </w:style>
  <w:style w:type="character" w:styleId="Hiperhivatkozs">
    <w:name w:val="Hyperlink"/>
    <w:basedOn w:val="Bekezdsalapbettpusa"/>
    <w:uiPriority w:val="99"/>
    <w:rsid w:val="006F73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8A512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4167"/>
    <w:rPr>
      <w:sz w:val="0"/>
      <w:szCs w:val="0"/>
    </w:rPr>
  </w:style>
  <w:style w:type="paragraph" w:styleId="TJ1">
    <w:name w:val="toc 1"/>
    <w:basedOn w:val="Norml"/>
    <w:next w:val="Norml"/>
    <w:autoRedefine/>
    <w:uiPriority w:val="99"/>
    <w:semiHidden/>
    <w:rsid w:val="00891A08"/>
    <w:pPr>
      <w:spacing w:after="120"/>
    </w:pPr>
  </w:style>
  <w:style w:type="paragraph" w:styleId="Alcm">
    <w:name w:val="Subtitle"/>
    <w:basedOn w:val="Norml"/>
    <w:link w:val="AlcmChar"/>
    <w:uiPriority w:val="99"/>
    <w:qFormat/>
    <w:rsid w:val="00632DD1"/>
    <w:pPr>
      <w:jc w:val="center"/>
    </w:pPr>
    <w:rPr>
      <w:rFonts w:ascii="Times New Roman" w:hAnsi="Times New Roman"/>
      <w:b/>
      <w:sz w:val="32"/>
    </w:rPr>
  </w:style>
  <w:style w:type="character" w:customStyle="1" w:styleId="AlcmChar">
    <w:name w:val="Alcím Char"/>
    <w:basedOn w:val="Bekezdsalapbettpusa"/>
    <w:link w:val="Alcm"/>
    <w:uiPriority w:val="11"/>
    <w:rsid w:val="007B4167"/>
    <w:rPr>
      <w:rFonts w:asciiTheme="majorHAnsi" w:eastAsiaTheme="majorEastAsia" w:hAnsiTheme="majorHAnsi" w:cstheme="majorBidi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CC3714"/>
    <w:pPr>
      <w:autoSpaceDE w:val="0"/>
      <w:autoSpaceDN w:val="0"/>
      <w:jc w:val="center"/>
    </w:pPr>
    <w:rPr>
      <w:rFonts w:ascii="Times New Roman" w:hAnsi="Times New Roman"/>
      <w:sz w:val="28"/>
      <w:szCs w:val="28"/>
    </w:rPr>
  </w:style>
  <w:style w:type="character" w:customStyle="1" w:styleId="CmChar">
    <w:name w:val="Cím Char"/>
    <w:basedOn w:val="Bekezdsalapbettpusa"/>
    <w:link w:val="Cm"/>
    <w:uiPriority w:val="10"/>
    <w:rsid w:val="007B416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rsid w:val="001C14DD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1C14DD"/>
    <w:rPr>
      <w:rFonts w:ascii="Times" w:hAnsi="Times" w:cs="Times New Roman"/>
    </w:rPr>
  </w:style>
  <w:style w:type="character" w:styleId="Lbjegyzet-hivatkozs">
    <w:name w:val="footnote reference"/>
    <w:basedOn w:val="Bekezdsalapbettpusa"/>
    <w:uiPriority w:val="99"/>
    <w:rsid w:val="001C14D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07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akiroda@uni-miskolc.hu" TargetMode="External"/><Relationship Id="rId1" Type="http://schemas.openxmlformats.org/officeDocument/2006/relationships/hyperlink" Target="mailto:diakiroda@uni-miskolc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ptefoi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ptefoig</Template>
  <TotalTime>1</TotalTime>
  <Pages>1</Pages>
  <Words>79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Tájékoztató a Pécsi Tudományegyetem JPTE jogelődre vonatkozó 2000</vt:lpstr>
    </vt:vector>
  </TitlesOfParts>
  <Company>RTK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 a Pécsi Tudományegyetem JPTE jogelődre vonatkozó 2000</dc:title>
  <dc:creator>Légrádi Zsolt</dc:creator>
  <cp:lastModifiedBy>fozone</cp:lastModifiedBy>
  <cp:revision>3</cp:revision>
  <cp:lastPrinted>2009-02-24T11:06:00Z</cp:lastPrinted>
  <dcterms:created xsi:type="dcterms:W3CDTF">2013-07-14T17:16:00Z</dcterms:created>
  <dcterms:modified xsi:type="dcterms:W3CDTF">2013-07-14T17:18:00Z</dcterms:modified>
</cp:coreProperties>
</file>