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82" w:rsidRPr="001B5389" w:rsidRDefault="004A7982" w:rsidP="00CC3714">
      <w:pPr>
        <w:pStyle w:val="Title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4A7982" w:rsidRPr="001B5389" w:rsidRDefault="004A7982" w:rsidP="00CC3714">
      <w:pPr>
        <w:pStyle w:val="Title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560"/>
        <w:gridCol w:w="1417"/>
        <w:gridCol w:w="284"/>
        <w:gridCol w:w="1086"/>
        <w:gridCol w:w="3375"/>
      </w:tblGrid>
      <w:tr w:rsidR="004A7982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7982" w:rsidRPr="00134B9D" w:rsidRDefault="004A7982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Általános és Magyar-Angol Két Tannyelvű Iskola</w:t>
            </w:r>
          </w:p>
        </w:tc>
      </w:tr>
      <w:tr w:rsidR="004A7982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4A7982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4A7982" w:rsidRPr="00134B9D" w:rsidRDefault="004A7982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1188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4A7982" w:rsidRPr="001B5389" w:rsidRDefault="004A7982" w:rsidP="006623E8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4A7982" w:rsidRPr="00134B9D" w:rsidRDefault="004A7982" w:rsidP="006623E8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Budapest</w:t>
            </w:r>
          </w:p>
        </w:tc>
      </w:tr>
      <w:tr w:rsidR="004A7982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0B3B22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A7982" w:rsidRPr="00134B9D" w:rsidRDefault="004A7982" w:rsidP="00AD4D72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 u. 56.</w:t>
            </w:r>
          </w:p>
        </w:tc>
      </w:tr>
      <w:tr w:rsidR="004A7982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A7982" w:rsidRPr="00134B9D" w:rsidRDefault="004A7982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Végh Katalin</w:t>
            </w:r>
          </w:p>
        </w:tc>
      </w:tr>
      <w:tr w:rsidR="004A7982" w:rsidRPr="001B5389" w:rsidTr="00134B9D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261" w:type="dxa"/>
            <w:gridSpan w:val="3"/>
            <w:tcBorders>
              <w:right w:val="single" w:sz="8" w:space="0" w:color="auto"/>
            </w:tcBorders>
          </w:tcPr>
          <w:p w:rsidR="004A7982" w:rsidRPr="00134B9D" w:rsidRDefault="004A7982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kapocsiskola@kapocsiskola.hu</w:t>
            </w:r>
          </w:p>
        </w:tc>
        <w:tc>
          <w:tcPr>
            <w:tcW w:w="1086" w:type="dxa"/>
            <w:tcBorders>
              <w:top w:val="nil"/>
              <w:left w:val="single" w:sz="8" w:space="0" w:color="auto"/>
              <w:bottom w:val="nil"/>
            </w:tcBorders>
          </w:tcPr>
          <w:p w:rsidR="004A7982" w:rsidRPr="001B5389" w:rsidRDefault="004A7982" w:rsidP="00EE6DA3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4A7982" w:rsidRPr="00134B9D" w:rsidRDefault="004A7982" w:rsidP="00EE6DA3">
            <w:pPr>
              <w:pStyle w:val="Title"/>
              <w:jc w:val="left"/>
              <w:rPr>
                <w:bCs/>
                <w:sz w:val="23"/>
                <w:szCs w:val="23"/>
              </w:rPr>
            </w:pPr>
            <w:r w:rsidRPr="00134B9D">
              <w:rPr>
                <w:bCs/>
                <w:sz w:val="23"/>
                <w:szCs w:val="23"/>
              </w:rPr>
              <w:t>06-1-295-46-29</w:t>
            </w:r>
          </w:p>
        </w:tc>
      </w:tr>
      <w:tr w:rsidR="004A7982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4A7982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Hirdetett állás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A7982" w:rsidRPr="00134B9D" w:rsidRDefault="004A7982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Angol-informatika szakos tanár</w:t>
            </w:r>
          </w:p>
        </w:tc>
      </w:tr>
      <w:tr w:rsidR="004A7982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Foglalkoztatás módja</w:t>
            </w:r>
            <w:r w:rsidRPr="001B5389">
              <w:rPr>
                <w:rStyle w:val="FootnoteReference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A7982" w:rsidRPr="00134B9D" w:rsidRDefault="004A7982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Határozatlan idejű, teljes állású kinevezés közalkalmazotti jogviszonyban</w:t>
            </w:r>
          </w:p>
        </w:tc>
      </w:tr>
      <w:tr w:rsidR="004A7982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5E29A5">
            <w:pPr>
              <w:pStyle w:val="Title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A7982" w:rsidRPr="00134B9D" w:rsidRDefault="004A7982" w:rsidP="005E29A5">
            <w:pPr>
              <w:pStyle w:val="Title"/>
              <w:jc w:val="lef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2012. április 30.</w:t>
            </w:r>
          </w:p>
        </w:tc>
      </w:tr>
    </w:tbl>
    <w:p w:rsidR="004A7982" w:rsidRPr="001B5389" w:rsidRDefault="004A7982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4A7982" w:rsidRPr="001B5389" w:rsidRDefault="004A7982" w:rsidP="00F051CF">
      <w:pPr>
        <w:pStyle w:val="Title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b/>
          <w:bCs/>
          <w:sz w:val="23"/>
          <w:szCs w:val="23"/>
        </w:rPr>
        <w:t xml:space="preserve"> </w:t>
      </w:r>
      <w:r w:rsidRPr="001B5389">
        <w:rPr>
          <w:sz w:val="23"/>
          <w:szCs w:val="23"/>
        </w:rPr>
        <w:t>egyetemi/mester diploma</w:t>
      </w:r>
      <w:r w:rsidRPr="001B5389">
        <w:rPr>
          <w:sz w:val="23"/>
          <w:szCs w:val="23"/>
        </w:rPr>
        <w:tab/>
      </w:r>
      <w:r w:rsidRPr="00134B9D">
        <w:rPr>
          <w:sz w:val="23"/>
          <w:szCs w:val="22"/>
          <w:u w:val="single"/>
        </w:rPr>
        <w:sym w:font="Wingdings" w:char="F072"/>
      </w:r>
      <w:r w:rsidRPr="00134B9D">
        <w:rPr>
          <w:sz w:val="23"/>
          <w:szCs w:val="23"/>
          <w:u w:val="single"/>
        </w:rPr>
        <w:t xml:space="preserve"> főiskolai</w:t>
      </w:r>
      <w:r w:rsidRPr="001B5389">
        <w:rPr>
          <w:sz w:val="23"/>
          <w:szCs w:val="23"/>
        </w:rPr>
        <w:tab/>
      </w:r>
    </w:p>
    <w:p w:rsidR="004A7982" w:rsidRPr="001B5389" w:rsidRDefault="004A7982" w:rsidP="0063188F">
      <w:pPr>
        <w:pStyle w:val="Title"/>
        <w:jc w:val="left"/>
        <w:rPr>
          <w:b/>
          <w:bCs/>
          <w:spacing w:val="120"/>
          <w:sz w:val="18"/>
          <w:szCs w:val="18"/>
        </w:rPr>
      </w:pPr>
    </w:p>
    <w:p w:rsidR="004A7982" w:rsidRPr="001B5389" w:rsidRDefault="004A7982" w:rsidP="0063188F">
      <w:pPr>
        <w:pStyle w:val="Title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4A7982" w:rsidRPr="001B5389" w:rsidRDefault="004A7982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4A7982" w:rsidRPr="001B5389" w:rsidRDefault="004A7982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szolgálati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4A7982" w:rsidRPr="001B5389" w:rsidRDefault="004A7982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albérleti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4A7982" w:rsidRPr="001B5389" w:rsidRDefault="004A7982" w:rsidP="0063188F">
      <w:pPr>
        <w:pStyle w:val="Title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7636"/>
      </w:tblGrid>
      <w:tr w:rsidR="004A7982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7982" w:rsidRPr="001B5389" w:rsidRDefault="004A7982" w:rsidP="005E29A5">
            <w:pPr>
              <w:pStyle w:val="Title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FootnoteReference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4A7982" w:rsidRPr="001B5389" w:rsidRDefault="004A7982" w:rsidP="004322E1">
            <w:pPr>
              <w:rPr>
                <w:rFonts w:ascii="Times New Roman" w:hAnsi="Times New Roman"/>
              </w:rPr>
            </w:pPr>
          </w:p>
          <w:p w:rsidR="004A7982" w:rsidRPr="001B5389" w:rsidRDefault="004A7982" w:rsidP="004322E1">
            <w:pPr>
              <w:rPr>
                <w:rFonts w:ascii="Times New Roman" w:hAnsi="Times New Roman"/>
              </w:rPr>
            </w:pPr>
          </w:p>
        </w:tc>
      </w:tr>
    </w:tbl>
    <w:p w:rsidR="004A7982" w:rsidRPr="000B3B22" w:rsidRDefault="004A7982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4A7982" w:rsidRPr="000B3B22" w:rsidSect="001B5389">
      <w:footerReference w:type="default" r:id="rId7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982" w:rsidRDefault="004A7982">
      <w:r>
        <w:separator/>
      </w:r>
    </w:p>
  </w:endnote>
  <w:endnote w:type="continuationSeparator" w:id="0">
    <w:p w:rsidR="004A7982" w:rsidRDefault="004A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982" w:rsidRDefault="004A798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5.2pt;margin-top:11.5pt;width:298.65pt;height:54pt;z-index:251658240" filled="f" stroked="f">
          <v:textbox style="mso-next-textbox:#_x0000_s2049">
            <w:txbxContent>
              <w:p w:rsidR="004A7982" w:rsidRPr="001B5389" w:rsidRDefault="004A7982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3515 Miskolc-Egyetemváros, A/1 mfsz. 7.</w:t>
                </w:r>
              </w:p>
              <w:p w:rsidR="004A7982" w:rsidRPr="001B5389" w:rsidRDefault="004A7982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Telefon: (46) 565-111/11-34</w:t>
                </w:r>
                <w:r w:rsidRPr="001B5389">
                  <w:rPr>
                    <w:rFonts w:ascii="Times New Roman" w:hAnsi="Times New Roman"/>
                    <w:sz w:val="20"/>
                  </w:rPr>
                  <w:tab/>
                  <w:t>Fax: (46) 364-878</w:t>
                </w:r>
              </w:p>
              <w:p w:rsidR="004A7982" w:rsidRPr="001B5389" w:rsidRDefault="004A7982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 xml:space="preserve">E-mail: </w:t>
                </w:r>
                <w:hyperlink r:id="rId1" w:history="1">
                  <w:r w:rsidRPr="001B5389">
                    <w:rPr>
                      <w:rStyle w:val="Hyperlink"/>
                      <w:rFonts w:ascii="Times New Roman" w:hAnsi="Times New Roman"/>
                      <w:sz w:val="20"/>
                    </w:rPr>
                    <w:t>diakiroda@uni-miskolc.hu</w:t>
                  </w:r>
                </w:hyperlink>
              </w:p>
              <w:p w:rsidR="004A7982" w:rsidRPr="001B5389" w:rsidRDefault="004A7982" w:rsidP="00FD228B">
                <w:pPr>
                  <w:jc w:val="right"/>
                  <w:rPr>
                    <w:rFonts w:ascii="Times New Roman" w:hAnsi="Times New Roman"/>
                    <w:sz w:val="20"/>
                  </w:rPr>
                </w:pPr>
                <w:r w:rsidRPr="001B5389">
                  <w:rPr>
                    <w:rFonts w:ascii="Times New Roman" w:hAnsi="Times New Roman"/>
                    <w:sz w:val="20"/>
                  </w:rPr>
                  <w:t>Web: uni-miskolc.hu/diakiroda, alumni.uni-miskolc.hu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102.1pt;margin-top:4.35pt;width:386pt;height:38pt;z-index:251657216" o:allowincell="f" filled="f" stroked="f">
          <v:textbox style="mso-next-textbox:#_x0000_s2050">
            <w:txbxContent>
              <w:p w:rsidR="004A7982" w:rsidRPr="00E67041" w:rsidRDefault="004A7982" w:rsidP="00E6704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982" w:rsidRDefault="004A7982">
      <w:r>
        <w:separator/>
      </w:r>
    </w:p>
  </w:footnote>
  <w:footnote w:type="continuationSeparator" w:id="0">
    <w:p w:rsidR="004A7982" w:rsidRDefault="004A7982">
      <w:r>
        <w:continuationSeparator/>
      </w:r>
    </w:p>
  </w:footnote>
  <w:footnote w:id="1">
    <w:p w:rsidR="004A7982" w:rsidRDefault="004A7982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 szakos (pl. fizika) vagy  kétszakos (pl. fizika-kémia vagy fizika-bármely)</w:t>
      </w:r>
    </w:p>
  </w:footnote>
  <w:footnote w:id="2">
    <w:p w:rsidR="004A7982" w:rsidRDefault="004A7982">
      <w:pPr>
        <w:pStyle w:val="FootnoteText"/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határozott vagy határozatlan idejű, részmunkaidős vagy óraadó, gyakornok   stb.</w:t>
      </w:r>
    </w:p>
  </w:footnote>
  <w:footnote w:id="3">
    <w:p w:rsidR="004A7982" w:rsidRDefault="004A7982">
      <w:pPr>
        <w:pStyle w:val="FootnoteText"/>
        <w:rPr>
          <w:rFonts w:ascii="Times New Roman" w:hAnsi="Times New Roman"/>
        </w:rPr>
      </w:pPr>
      <w:r w:rsidRPr="001B5389">
        <w:rPr>
          <w:rStyle w:val="FootnoteReference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egyéb elvárások, előny vagy minimális gyakorlati idő stb.</w:t>
      </w:r>
    </w:p>
    <w:p w:rsidR="004A7982" w:rsidRDefault="004A798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C00"/>
    <w:rsid w:val="00000044"/>
    <w:rsid w:val="00046940"/>
    <w:rsid w:val="00061AF3"/>
    <w:rsid w:val="00066EBC"/>
    <w:rsid w:val="00081E69"/>
    <w:rsid w:val="00093B9D"/>
    <w:rsid w:val="000B3B22"/>
    <w:rsid w:val="000C3EF2"/>
    <w:rsid w:val="000C7C05"/>
    <w:rsid w:val="000E216C"/>
    <w:rsid w:val="000E67A5"/>
    <w:rsid w:val="000F2877"/>
    <w:rsid w:val="000F4BDD"/>
    <w:rsid w:val="00134B9D"/>
    <w:rsid w:val="00180EBA"/>
    <w:rsid w:val="001B5389"/>
    <w:rsid w:val="001C14DD"/>
    <w:rsid w:val="001F4C67"/>
    <w:rsid w:val="00240B22"/>
    <w:rsid w:val="002677EB"/>
    <w:rsid w:val="002730EC"/>
    <w:rsid w:val="002A12FE"/>
    <w:rsid w:val="002A3FF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C12"/>
    <w:rsid w:val="00441AD1"/>
    <w:rsid w:val="00447AFA"/>
    <w:rsid w:val="0045544E"/>
    <w:rsid w:val="00480416"/>
    <w:rsid w:val="004A7982"/>
    <w:rsid w:val="004D2CCC"/>
    <w:rsid w:val="004D620E"/>
    <w:rsid w:val="004E5727"/>
    <w:rsid w:val="005453C3"/>
    <w:rsid w:val="0055679C"/>
    <w:rsid w:val="00557708"/>
    <w:rsid w:val="0058316E"/>
    <w:rsid w:val="00586E3C"/>
    <w:rsid w:val="005B1138"/>
    <w:rsid w:val="005B5C51"/>
    <w:rsid w:val="005E29A5"/>
    <w:rsid w:val="0061315F"/>
    <w:rsid w:val="00615C45"/>
    <w:rsid w:val="006314FE"/>
    <w:rsid w:val="0063188F"/>
    <w:rsid w:val="00632DD1"/>
    <w:rsid w:val="006623E8"/>
    <w:rsid w:val="006709FD"/>
    <w:rsid w:val="006B110A"/>
    <w:rsid w:val="006B5508"/>
    <w:rsid w:val="006E38BA"/>
    <w:rsid w:val="006F73C9"/>
    <w:rsid w:val="00704D0A"/>
    <w:rsid w:val="007105BA"/>
    <w:rsid w:val="007612A1"/>
    <w:rsid w:val="007B7796"/>
    <w:rsid w:val="007D2AD8"/>
    <w:rsid w:val="007D2CEC"/>
    <w:rsid w:val="0082348E"/>
    <w:rsid w:val="008242FC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D6E2D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85E07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D5EFE"/>
    <w:rsid w:val="00DF395A"/>
    <w:rsid w:val="00DF5BE6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DD1"/>
    <w:rPr>
      <w:rFonts w:ascii="Times" w:hAnsi="Time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" w:hAnsi="Times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F73C9"/>
    <w:pPr>
      <w:spacing w:before="240"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F73C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TOC1">
    <w:name w:val="toc 1"/>
    <w:basedOn w:val="Normal"/>
    <w:next w:val="Normal"/>
    <w:autoRedefine/>
    <w:uiPriority w:val="99"/>
    <w:semiHidden/>
    <w:rsid w:val="00891A08"/>
    <w:pPr>
      <w:spacing w:after="120"/>
    </w:pPr>
  </w:style>
  <w:style w:type="paragraph" w:styleId="Subtitle">
    <w:name w:val="Subtitle"/>
    <w:basedOn w:val="Normal"/>
    <w:link w:val="Subtitle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rsid w:val="001C14D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C14DD"/>
    <w:rPr>
      <w:rFonts w:ascii="Times" w:hAnsi="Times" w:cs="Times New Roman"/>
    </w:rPr>
  </w:style>
  <w:style w:type="character" w:styleId="FootnoteReference">
    <w:name w:val="footnote reference"/>
    <w:basedOn w:val="DefaultParagraphFont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1</TotalTime>
  <Pages>1</Pages>
  <Words>91</Words>
  <Characters>635</Characters>
  <Application>Microsoft Office Outlook</Application>
  <DocSecurity>0</DocSecurity>
  <Lines>0</Lines>
  <Paragraphs>0</Paragraphs>
  <ScaleCrop>false</ScaleCrop>
  <Company>RTK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subject/>
  <dc:creator>Légrádi Zsolt</dc:creator>
  <cp:keywords/>
  <dc:description/>
  <cp:lastModifiedBy>Lujzi</cp:lastModifiedBy>
  <cp:revision>2</cp:revision>
  <cp:lastPrinted>2012-03-27T10:07:00Z</cp:lastPrinted>
  <dcterms:created xsi:type="dcterms:W3CDTF">2012-03-27T10:07:00Z</dcterms:created>
  <dcterms:modified xsi:type="dcterms:W3CDTF">2012-03-27T10:07:00Z</dcterms:modified>
</cp:coreProperties>
</file>